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326" w:rsidRPr="00372326" w:rsidRDefault="00372326" w:rsidP="00C00C31">
      <w:pPr>
        <w:tabs>
          <w:tab w:val="left" w:pos="1134"/>
        </w:tabs>
        <w:spacing w:after="80"/>
        <w:jc w:val="both"/>
        <w:rPr>
          <w:rFonts w:cs="Arial"/>
          <w:sz w:val="10"/>
          <w:szCs w:val="10"/>
        </w:rPr>
      </w:pPr>
      <w:bookmarkStart w:id="0" w:name="_GoBack"/>
      <w:bookmarkEnd w:id="0"/>
    </w:p>
    <w:p w:rsidR="00A13662" w:rsidRPr="002D4E52" w:rsidRDefault="001641D4" w:rsidP="00C00C31">
      <w:pPr>
        <w:tabs>
          <w:tab w:val="left" w:pos="1134"/>
        </w:tabs>
        <w:spacing w:after="80"/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AB68BF">
        <w:rPr>
          <w:rFonts w:cs="Arial"/>
          <w:b/>
        </w:rPr>
        <w:t>1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DC0B9D">
        <w:rPr>
          <w:rFonts w:cs="Arial"/>
          <w:b/>
          <w:bCs/>
        </w:rPr>
        <w:t>6</w: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r w:rsidR="00AB68BF" w:rsidRPr="00AB68BF">
        <w:rPr>
          <w:rFonts w:cs="Arial"/>
          <w:b/>
        </w:rPr>
        <w:t>0</w:t>
      </w:r>
      <w:r w:rsidR="000241D1">
        <w:rPr>
          <w:rFonts w:cs="Arial"/>
          <w:b/>
        </w:rPr>
        <w:t>4</w:t>
      </w:r>
      <w:r w:rsidR="001523D7">
        <w:rPr>
          <w:rFonts w:cs="Arial"/>
          <w:b/>
        </w:rPr>
        <w:t>/</w:t>
      </w:r>
      <w:r w:rsidR="00AB68BF">
        <w:rPr>
          <w:rFonts w:cs="Arial"/>
          <w:b/>
        </w:rPr>
        <w:t>0</w:t>
      </w:r>
      <w:r w:rsidR="0009613E">
        <w:rPr>
          <w:rFonts w:cs="Arial"/>
          <w:b/>
        </w:rPr>
        <w:t>2</w:t>
      </w:r>
      <w:r w:rsidRPr="006F704F">
        <w:rPr>
          <w:rFonts w:cs="Arial"/>
          <w:b/>
        </w:rPr>
        <w:t>/202</w:t>
      </w:r>
      <w:r w:rsidR="005C3988">
        <w:rPr>
          <w:rFonts w:cs="Arial"/>
          <w:b/>
        </w:rPr>
        <w:t>6</w:t>
      </w:r>
      <w:r w:rsidR="009A3BA1">
        <w:rPr>
          <w:rFonts w:cs="Arial"/>
          <w:b/>
          <w:bCs/>
        </w:rPr>
        <w:t xml:space="preserve"> (</w:t>
      </w:r>
      <w:r w:rsidR="00E45317">
        <w:rPr>
          <w:rFonts w:cs="Arial"/>
          <w:b/>
          <w:bCs/>
        </w:rPr>
        <w:t>qu</w:t>
      </w:r>
      <w:r w:rsidR="007A3F2B">
        <w:rPr>
          <w:rFonts w:cs="Arial"/>
          <w:b/>
          <w:bCs/>
        </w:rPr>
        <w:t>arta</w:t>
      </w:r>
      <w:r w:rsidR="004A2754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:rsidR="00726E23" w:rsidRDefault="00726E23" w:rsidP="00C00C31">
      <w:pPr>
        <w:jc w:val="both"/>
        <w:rPr>
          <w:rFonts w:cs="Arial"/>
          <w:b/>
          <w:bCs/>
          <w:sz w:val="20"/>
          <w:szCs w:val="20"/>
        </w:rPr>
      </w:pPr>
    </w:p>
    <w:p w:rsidR="00936696" w:rsidRPr="00936696" w:rsidRDefault="00936696" w:rsidP="00C00C31">
      <w:pPr>
        <w:jc w:val="both"/>
        <w:rPr>
          <w:rFonts w:cs="Arial"/>
          <w:b/>
          <w:bCs/>
          <w:sz w:val="10"/>
          <w:szCs w:val="10"/>
        </w:rPr>
      </w:pPr>
    </w:p>
    <w:p w:rsidR="004D0EC6" w:rsidRPr="006F704F" w:rsidRDefault="004D0EC6" w:rsidP="00C00C31">
      <w:pPr>
        <w:spacing w:line="307" w:lineRule="auto"/>
        <w:jc w:val="both"/>
        <w:rPr>
          <w:rFonts w:cs="Arial"/>
          <w:b/>
          <w:bCs/>
        </w:rPr>
      </w:pPr>
      <w:r w:rsidRPr="006F704F">
        <w:rPr>
          <w:rFonts w:cs="Arial"/>
          <w:b/>
          <w:bCs/>
        </w:rPr>
        <w:t>Senhor(a) Vereador(a),</w:t>
      </w:r>
    </w:p>
    <w:p w:rsidR="00DE2302" w:rsidRDefault="00DE2302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936696" w:rsidRDefault="00936696" w:rsidP="00C00C31">
      <w:pPr>
        <w:spacing w:after="120"/>
        <w:jc w:val="both"/>
        <w:rPr>
          <w:rFonts w:cs="Arial"/>
          <w:b/>
          <w:bCs/>
          <w:sz w:val="10"/>
          <w:szCs w:val="10"/>
        </w:rPr>
      </w:pPr>
    </w:p>
    <w:p w:rsidR="004D0EC6" w:rsidRDefault="004D0EC6" w:rsidP="00C00C31">
      <w:pPr>
        <w:spacing w:after="240" w:line="307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BE52F6">
        <w:rPr>
          <w:rFonts w:cs="Arial"/>
        </w:rPr>
        <w:t>Paulo Luís Santos</w:t>
      </w:r>
      <w:r w:rsidRPr="00375E82">
        <w:rPr>
          <w:rFonts w:cs="Arial"/>
        </w:rPr>
        <w:t>, observadas as disposições legais e regimentais vigentes, informo a pauta resumida para Sessão Ordinária acima referida</w:t>
      </w:r>
      <w:r w:rsidRPr="00375E82">
        <w:rPr>
          <w:rFonts w:cs="Arial"/>
          <w:bCs/>
        </w:rPr>
        <w:t>:</w:t>
      </w:r>
    </w:p>
    <w:p w:rsidR="000241D1" w:rsidRPr="009E7360" w:rsidRDefault="000241D1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9E7360">
        <w:rPr>
          <w:rFonts w:eastAsia="Calibri" w:cs="Arial"/>
        </w:rPr>
        <w:t>Uso da Tribuna Livre pel</w:t>
      </w:r>
      <w:r w:rsidR="009E7360">
        <w:rPr>
          <w:rFonts w:eastAsia="Calibri" w:cs="Arial"/>
        </w:rPr>
        <w:t>a</w:t>
      </w:r>
      <w:r w:rsidRPr="009E7360">
        <w:rPr>
          <w:rFonts w:eastAsia="Calibri" w:cs="Arial"/>
        </w:rPr>
        <w:t xml:space="preserve"> Senhor</w:t>
      </w:r>
      <w:r w:rsidR="009E7360">
        <w:rPr>
          <w:rFonts w:eastAsia="Calibri" w:cs="Arial"/>
        </w:rPr>
        <w:t>a</w:t>
      </w:r>
      <w:r w:rsidRPr="009E7360">
        <w:rPr>
          <w:rFonts w:eastAsia="Calibri" w:cs="Arial"/>
        </w:rPr>
        <w:t xml:space="preserve"> </w:t>
      </w:r>
      <w:r w:rsidR="009E7360">
        <w:rPr>
          <w:rFonts w:eastAsia="Calibri" w:cs="Arial"/>
        </w:rPr>
        <w:t>Sueli da Silva Alves da Cruz</w:t>
      </w:r>
      <w:r w:rsidRPr="009E7360">
        <w:rPr>
          <w:rFonts w:eastAsia="Calibri" w:cs="Arial"/>
        </w:rPr>
        <w:t xml:space="preserve">, </w:t>
      </w:r>
      <w:r w:rsidR="009E7360">
        <w:rPr>
          <w:rFonts w:eastAsia="Calibri" w:cs="Arial"/>
        </w:rPr>
        <w:t>Presidente do Sindicato dos Trabalhadores Públicos Municipais de Jacareí - STPMJ</w:t>
      </w:r>
      <w:r w:rsidRPr="009E7360">
        <w:rPr>
          <w:rFonts w:eastAsia="Calibri" w:cs="Arial"/>
        </w:rPr>
        <w:t>, para falar sobre o tema: “</w:t>
      </w:r>
      <w:r w:rsidR="009E7360">
        <w:rPr>
          <w:rFonts w:eastAsia="Calibri" w:cs="Arial"/>
        </w:rPr>
        <w:t xml:space="preserve">Enquadramento dos </w:t>
      </w:r>
      <w:r w:rsidR="009E7360" w:rsidRPr="009E7360">
        <w:rPr>
          <w:rFonts w:eastAsia="Calibri" w:cs="Arial"/>
        </w:rPr>
        <w:t>Auxiliares de Desenvolvimento Infantil (</w:t>
      </w:r>
      <w:proofErr w:type="spellStart"/>
      <w:r w:rsidR="009E7360" w:rsidRPr="009E7360">
        <w:rPr>
          <w:rFonts w:eastAsia="Calibri" w:cs="Arial"/>
        </w:rPr>
        <w:t>ADIs</w:t>
      </w:r>
      <w:proofErr w:type="spellEnd"/>
      <w:r w:rsidR="009E7360" w:rsidRPr="009E7360">
        <w:rPr>
          <w:rFonts w:eastAsia="Calibri" w:cs="Arial"/>
        </w:rPr>
        <w:t xml:space="preserve">) </w:t>
      </w:r>
      <w:r w:rsidR="009E7360">
        <w:rPr>
          <w:rFonts w:eastAsia="Calibri" w:cs="Arial"/>
        </w:rPr>
        <w:t>e Descongela</w:t>
      </w:r>
      <w:r w:rsidRPr="009E7360">
        <w:rPr>
          <w:rFonts w:eastAsia="Calibri" w:cs="Arial"/>
        </w:rPr>
        <w:t>”;</w:t>
      </w:r>
    </w:p>
    <w:p w:rsidR="004A3F5A" w:rsidRDefault="00E5705F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Discussão e votação das matérias constantes da Ordem do Dia</w:t>
      </w:r>
      <w:r w:rsidR="004A3F5A">
        <w:rPr>
          <w:rFonts w:eastAsia="Calibri" w:cs="Arial"/>
        </w:rPr>
        <w:t>;</w:t>
      </w:r>
    </w:p>
    <w:p w:rsidR="0087716A" w:rsidRDefault="0087716A" w:rsidP="0087716A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:rsidR="00F474B2" w:rsidRPr="006F704F" w:rsidRDefault="00FE1407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:rsidR="00372326" w:rsidRDefault="00372326" w:rsidP="00C00C31">
      <w:pPr>
        <w:jc w:val="both"/>
        <w:rPr>
          <w:rFonts w:eastAsia="Calibri" w:cs="Arial"/>
          <w:sz w:val="14"/>
          <w:szCs w:val="14"/>
        </w:rPr>
      </w:pPr>
    </w:p>
    <w:p w:rsidR="00E97154" w:rsidRPr="00C33363" w:rsidRDefault="00E97154" w:rsidP="00C00C31">
      <w:pPr>
        <w:jc w:val="both"/>
        <w:rPr>
          <w:rFonts w:eastAsia="Calibri" w:cs="Arial"/>
          <w:sz w:val="14"/>
          <w:szCs w:val="14"/>
        </w:rPr>
      </w:pPr>
    </w:p>
    <w:p w:rsidR="00E5705F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:rsidR="004B1FBE" w:rsidRPr="009E7360" w:rsidRDefault="00FA774A" w:rsidP="009E7360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9E7360">
        <w:rPr>
          <w:rFonts w:cs="Arial"/>
          <w:b/>
          <w:color w:val="000000"/>
          <w:u w:val="single"/>
        </w:rPr>
        <w:t>D</w:t>
      </w:r>
      <w:r w:rsidR="004B1FBE" w:rsidRPr="009E7360">
        <w:rPr>
          <w:rFonts w:cs="Arial"/>
          <w:b/>
          <w:color w:val="000000"/>
          <w:u w:val="single"/>
        </w:rPr>
        <w:t xml:space="preserve">iscussão </w:t>
      </w:r>
      <w:r w:rsidRPr="009E7360">
        <w:rPr>
          <w:rFonts w:cs="Arial"/>
          <w:b/>
          <w:color w:val="000000"/>
          <w:u w:val="single"/>
        </w:rPr>
        <w:t xml:space="preserve">única </w:t>
      </w:r>
      <w:r w:rsidR="004B1FBE" w:rsidRPr="009E7360">
        <w:rPr>
          <w:rFonts w:cs="Arial"/>
          <w:b/>
          <w:color w:val="000000"/>
          <w:u w:val="single"/>
        </w:rPr>
        <w:t xml:space="preserve">do </w:t>
      </w:r>
      <w:r w:rsidR="009E7360" w:rsidRPr="009E7360">
        <w:rPr>
          <w:rFonts w:cs="Arial"/>
          <w:b/>
          <w:color w:val="000000"/>
          <w:u w:val="single"/>
        </w:rPr>
        <w:t>PLL nº 138/2025 - Projeto de Lei do Legislativo</w:t>
      </w:r>
    </w:p>
    <w:p w:rsidR="004B1FBE" w:rsidRPr="009E7360" w:rsidRDefault="004B1FBE" w:rsidP="004B1FBE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9E7360">
        <w:rPr>
          <w:rFonts w:cs="Arial"/>
          <w:color w:val="000000"/>
          <w:u w:val="single"/>
        </w:rPr>
        <w:t>Autoria</w:t>
      </w:r>
      <w:r w:rsidRPr="009E7360">
        <w:rPr>
          <w:rFonts w:cs="Arial"/>
          <w:color w:val="000000"/>
        </w:rPr>
        <w:t xml:space="preserve">: </w:t>
      </w:r>
      <w:r w:rsidR="00FA774A" w:rsidRPr="009E7360">
        <w:rPr>
          <w:rFonts w:cs="Arial"/>
          <w:color w:val="000000"/>
        </w:rPr>
        <w:t xml:space="preserve">Vereador </w:t>
      </w:r>
      <w:r w:rsidR="00B9160D" w:rsidRPr="009E7360">
        <w:rPr>
          <w:rFonts w:cs="Arial"/>
          <w:color w:val="000000"/>
        </w:rPr>
        <w:t>Paulinho dos Condutores</w:t>
      </w:r>
      <w:r w:rsidRPr="009E7360">
        <w:rPr>
          <w:rFonts w:cs="Arial"/>
          <w:color w:val="000000"/>
        </w:rPr>
        <w:t>.</w:t>
      </w:r>
    </w:p>
    <w:p w:rsidR="004B1FBE" w:rsidRPr="009E7360" w:rsidRDefault="004B1FBE" w:rsidP="004B1FBE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9E7360">
        <w:rPr>
          <w:rFonts w:cs="Arial"/>
          <w:color w:val="000000"/>
          <w:u w:val="single"/>
        </w:rPr>
        <w:t>Assunto</w:t>
      </w:r>
      <w:r w:rsidRPr="009E7360">
        <w:rPr>
          <w:rFonts w:cs="Arial"/>
          <w:color w:val="000000"/>
        </w:rPr>
        <w:t xml:space="preserve">: </w:t>
      </w:r>
      <w:r w:rsidR="009E7360" w:rsidRPr="009E7360">
        <w:rPr>
          <w:rFonts w:cs="Arial"/>
          <w:color w:val="000000"/>
        </w:rPr>
        <w:t>Declara de utilidade pública a Associação Remar do Brasil.</w:t>
      </w:r>
    </w:p>
    <w:p w:rsidR="00AC28CC" w:rsidRDefault="00AC28CC" w:rsidP="00AC28CC">
      <w:pPr>
        <w:tabs>
          <w:tab w:val="left" w:pos="426"/>
        </w:tabs>
        <w:spacing w:line="307" w:lineRule="auto"/>
        <w:ind w:left="426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9E7360" w:rsidRDefault="009E7360" w:rsidP="00AC28CC">
      <w:pPr>
        <w:tabs>
          <w:tab w:val="left" w:pos="426"/>
        </w:tabs>
        <w:spacing w:line="307" w:lineRule="auto"/>
        <w:ind w:left="426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9E7360" w:rsidRPr="009E7360" w:rsidRDefault="009E7360" w:rsidP="009E7360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9E7360">
        <w:rPr>
          <w:rFonts w:cs="Arial"/>
          <w:b/>
          <w:color w:val="000000"/>
          <w:u w:val="single"/>
        </w:rPr>
        <w:t>Discussão única do PLL nº 13</w:t>
      </w:r>
      <w:r>
        <w:rPr>
          <w:rFonts w:cs="Arial"/>
          <w:b/>
          <w:color w:val="000000"/>
          <w:u w:val="single"/>
        </w:rPr>
        <w:t>2</w:t>
      </w:r>
      <w:r w:rsidRPr="009E7360">
        <w:rPr>
          <w:rFonts w:cs="Arial"/>
          <w:b/>
          <w:color w:val="000000"/>
          <w:u w:val="single"/>
        </w:rPr>
        <w:t>/2025 - Projeto de Lei do Legislativo</w:t>
      </w:r>
      <w:r>
        <w:rPr>
          <w:rFonts w:cs="Arial"/>
          <w:b/>
          <w:color w:val="000000"/>
          <w:u w:val="single"/>
        </w:rPr>
        <w:t xml:space="preserve"> - com Substitutivo e Emenda</w:t>
      </w:r>
    </w:p>
    <w:p w:rsidR="009E7360" w:rsidRPr="009E7360" w:rsidRDefault="009E7360" w:rsidP="009E7360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9E7360">
        <w:rPr>
          <w:rFonts w:cs="Arial"/>
          <w:color w:val="000000"/>
          <w:u w:val="single"/>
        </w:rPr>
        <w:t>Autoria</w:t>
      </w:r>
      <w:r w:rsidRPr="009E7360">
        <w:rPr>
          <w:rFonts w:cs="Arial"/>
          <w:color w:val="000000"/>
        </w:rPr>
        <w:t xml:space="preserve">: Vereador </w:t>
      </w:r>
      <w:r>
        <w:rPr>
          <w:rFonts w:cs="Arial"/>
          <w:color w:val="000000"/>
        </w:rPr>
        <w:t>Siufarne do Cidade Salvador</w:t>
      </w:r>
      <w:r w:rsidRPr="009E7360">
        <w:rPr>
          <w:rFonts w:cs="Arial"/>
          <w:color w:val="000000"/>
        </w:rPr>
        <w:t>.</w:t>
      </w:r>
    </w:p>
    <w:p w:rsidR="009E7360" w:rsidRPr="009E7360" w:rsidRDefault="009E7360" w:rsidP="009E7360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9E7360">
        <w:rPr>
          <w:rFonts w:cs="Arial"/>
          <w:color w:val="000000"/>
          <w:u w:val="single"/>
        </w:rPr>
        <w:t>Assunto</w:t>
      </w:r>
      <w:r w:rsidRPr="009E7360">
        <w:rPr>
          <w:rFonts w:cs="Arial"/>
          <w:color w:val="000000"/>
        </w:rPr>
        <w:t>: Dispõe sobre a instalação de câmeras de segurança e monitoramento nas Unidades Municipais de Saúde da Família (</w:t>
      </w:r>
      <w:proofErr w:type="spellStart"/>
      <w:r w:rsidRPr="009E7360">
        <w:rPr>
          <w:rFonts w:cs="Arial"/>
          <w:color w:val="000000"/>
        </w:rPr>
        <w:t>UMSFs</w:t>
      </w:r>
      <w:proofErr w:type="spellEnd"/>
      <w:r w:rsidRPr="009E7360">
        <w:rPr>
          <w:rFonts w:cs="Arial"/>
          <w:color w:val="000000"/>
        </w:rPr>
        <w:t>) e Unidades de Pronto Atendimento (</w:t>
      </w:r>
      <w:proofErr w:type="spellStart"/>
      <w:r w:rsidRPr="009E7360">
        <w:rPr>
          <w:rFonts w:cs="Arial"/>
          <w:color w:val="000000"/>
        </w:rPr>
        <w:t>UPAs</w:t>
      </w:r>
      <w:proofErr w:type="spellEnd"/>
      <w:r w:rsidRPr="009E7360">
        <w:rPr>
          <w:rFonts w:cs="Arial"/>
          <w:color w:val="000000"/>
        </w:rPr>
        <w:t>), e dá outras providências.</w:t>
      </w:r>
    </w:p>
    <w:p w:rsidR="009E7360" w:rsidRDefault="009E7360" w:rsidP="00AC28CC">
      <w:pPr>
        <w:tabs>
          <w:tab w:val="left" w:pos="426"/>
        </w:tabs>
        <w:spacing w:line="307" w:lineRule="auto"/>
        <w:ind w:left="426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6A1608" w:rsidRDefault="006A1608" w:rsidP="00AC28CC">
      <w:pPr>
        <w:tabs>
          <w:tab w:val="left" w:pos="426"/>
        </w:tabs>
        <w:spacing w:line="307" w:lineRule="auto"/>
        <w:ind w:left="426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9E7360" w:rsidRPr="009E7360" w:rsidRDefault="009E7360" w:rsidP="009E7360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9E7360">
        <w:rPr>
          <w:rFonts w:cs="Arial"/>
          <w:b/>
          <w:color w:val="000000"/>
          <w:u w:val="single"/>
        </w:rPr>
        <w:t>Discussão única do PLL nº 1</w:t>
      </w:r>
      <w:r>
        <w:rPr>
          <w:rFonts w:cs="Arial"/>
          <w:b/>
          <w:color w:val="000000"/>
          <w:u w:val="single"/>
        </w:rPr>
        <w:t>04</w:t>
      </w:r>
      <w:r w:rsidRPr="009E7360">
        <w:rPr>
          <w:rFonts w:cs="Arial"/>
          <w:b/>
          <w:color w:val="000000"/>
          <w:u w:val="single"/>
        </w:rPr>
        <w:t>/2025 - Projeto de Lei do Legislativo</w:t>
      </w:r>
      <w:r>
        <w:rPr>
          <w:rFonts w:cs="Arial"/>
          <w:b/>
          <w:color w:val="000000"/>
          <w:u w:val="single"/>
        </w:rPr>
        <w:t xml:space="preserve"> - com Emenda</w:t>
      </w:r>
    </w:p>
    <w:p w:rsidR="009E7360" w:rsidRPr="009E7360" w:rsidRDefault="009E7360" w:rsidP="009E7360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9E7360">
        <w:rPr>
          <w:rFonts w:cs="Arial"/>
          <w:color w:val="000000"/>
          <w:u w:val="single"/>
        </w:rPr>
        <w:t>Autoria</w:t>
      </w:r>
      <w:r w:rsidRPr="009E7360">
        <w:rPr>
          <w:rFonts w:cs="Arial"/>
          <w:color w:val="000000"/>
        </w:rPr>
        <w:t>: Vereador Daniel Mariano.</w:t>
      </w:r>
    </w:p>
    <w:p w:rsidR="009E7360" w:rsidRPr="009E7360" w:rsidRDefault="009E7360" w:rsidP="009E7360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9E7360">
        <w:rPr>
          <w:rFonts w:cs="Arial"/>
          <w:color w:val="000000"/>
          <w:u w:val="single"/>
        </w:rPr>
        <w:lastRenderedPageBreak/>
        <w:t>Assunto</w:t>
      </w:r>
      <w:r w:rsidRPr="009E7360">
        <w:rPr>
          <w:rFonts w:cs="Arial"/>
          <w:color w:val="000000"/>
        </w:rPr>
        <w:t>: Dispõe sobre a concessão de atendimento preferencial aos profissionais da área da saúde, durante o horário de expediente, no âmbito do Município de Jacareí, e dá outras providências.</w:t>
      </w:r>
    </w:p>
    <w:p w:rsidR="009E7360" w:rsidRDefault="009E7360" w:rsidP="00AC28CC">
      <w:pPr>
        <w:tabs>
          <w:tab w:val="left" w:pos="426"/>
        </w:tabs>
        <w:spacing w:line="307" w:lineRule="auto"/>
        <w:ind w:left="426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9E7360" w:rsidRDefault="009E7360" w:rsidP="00AC28CC">
      <w:pPr>
        <w:tabs>
          <w:tab w:val="left" w:pos="426"/>
        </w:tabs>
        <w:spacing w:line="307" w:lineRule="auto"/>
        <w:ind w:left="426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4D0EC6" w:rsidRPr="006F704F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:rsidR="0066683B" w:rsidRDefault="0066683B" w:rsidP="0066683B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</w:t>
      </w:r>
      <w:r w:rsidR="005C6437">
        <w:rPr>
          <w:rFonts w:cs="Arial"/>
        </w:rPr>
        <w:t>IUFARNE DO CIDADE SALVADOR</w:t>
      </w:r>
      <w:r w:rsidRPr="006F704F">
        <w:rPr>
          <w:rFonts w:cs="Arial"/>
        </w:rPr>
        <w:tab/>
        <w:t>PL</w:t>
      </w:r>
    </w:p>
    <w:p w:rsidR="00A86849" w:rsidRDefault="00A86849" w:rsidP="00A86849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 w:rsidR="005C6437">
        <w:rPr>
          <w:rFonts w:cs="Arial"/>
        </w:rPr>
        <w:t>PP</w:t>
      </w:r>
    </w:p>
    <w:p w:rsidR="00AB68BF" w:rsidRDefault="005C6437" w:rsidP="00AB68BF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DANIEL MARIANO</w:t>
      </w:r>
      <w:r w:rsidR="00EA390D" w:rsidRPr="006F704F">
        <w:rPr>
          <w:rFonts w:cs="Arial"/>
        </w:rPr>
        <w:tab/>
        <w:t>P</w:t>
      </w:r>
      <w:r>
        <w:rPr>
          <w:rFonts w:cs="Arial"/>
        </w:rPr>
        <w:t>L</w:t>
      </w:r>
      <w:r w:rsidR="00AB68BF" w:rsidRPr="006F704F">
        <w:rPr>
          <w:rFonts w:cs="Arial"/>
        </w:rPr>
        <w:tab/>
        <w:t>(LEITURA DA BÍBLIA)</w:t>
      </w:r>
    </w:p>
    <w:p w:rsidR="00A63933" w:rsidRDefault="005C6437" w:rsidP="00A63933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GABRIEL BELÉM</w:t>
      </w:r>
      <w:r w:rsidR="00A63933" w:rsidRPr="006F704F">
        <w:rPr>
          <w:rFonts w:cs="Arial"/>
        </w:rPr>
        <w:tab/>
        <w:t>P</w:t>
      </w:r>
      <w:r>
        <w:rPr>
          <w:rFonts w:cs="Arial"/>
        </w:rPr>
        <w:t>SB</w:t>
      </w:r>
    </w:p>
    <w:p w:rsidR="00AC28CC" w:rsidRDefault="00AC28CC" w:rsidP="00AC28CC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:rsidR="005C6437" w:rsidRDefault="005C6437" w:rsidP="00AC28CC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JEAN ARAÚJO</w:t>
      </w:r>
      <w:r>
        <w:rPr>
          <w:rFonts w:cs="Arial"/>
        </w:rPr>
        <w:tab/>
        <w:t>PP</w:t>
      </w:r>
    </w:p>
    <w:p w:rsidR="005C6437" w:rsidRDefault="005C6437" w:rsidP="00AC28CC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JUEX ALMEIDA</w:t>
      </w:r>
      <w:r>
        <w:rPr>
          <w:rFonts w:cs="Arial"/>
        </w:rPr>
        <w:tab/>
        <w:t>PP</w:t>
      </w:r>
    </w:p>
    <w:p w:rsidR="00692D0A" w:rsidRDefault="00692D0A" w:rsidP="00692D0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:rsidR="005C6437" w:rsidRDefault="005C6437" w:rsidP="00692D0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MARCELO DANTAS</w:t>
      </w:r>
      <w:r>
        <w:rPr>
          <w:rFonts w:cs="Arial"/>
        </w:rPr>
        <w:tab/>
        <w:t>PODEMOS</w:t>
      </w:r>
    </w:p>
    <w:p w:rsidR="002379EB" w:rsidRDefault="002379EB" w:rsidP="002379EB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:rsidR="005C6437" w:rsidRDefault="005C6437" w:rsidP="002379EB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NETHO ALVES</w:t>
      </w:r>
      <w:r>
        <w:rPr>
          <w:rFonts w:cs="Arial"/>
        </w:rPr>
        <w:tab/>
        <w:t>PL</w:t>
      </w:r>
    </w:p>
    <w:p w:rsidR="006064B6" w:rsidRDefault="006064B6" w:rsidP="006064B6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</w:t>
      </w:r>
      <w:r>
        <w:rPr>
          <w:rFonts w:cs="Arial"/>
        </w:rPr>
        <w:t>O</w:t>
      </w:r>
      <w:r w:rsidRPr="006F704F">
        <w:rPr>
          <w:rFonts w:cs="Arial"/>
        </w:rPr>
        <w:t>D</w:t>
      </w:r>
      <w:r>
        <w:rPr>
          <w:rFonts w:cs="Arial"/>
        </w:rPr>
        <w:t>EMOS</w:t>
      </w:r>
    </w:p>
    <w:p w:rsidR="000241D1" w:rsidRDefault="000241D1" w:rsidP="000241D1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PAULINHO DOS </w:t>
      </w:r>
      <w:r>
        <w:rPr>
          <w:rFonts w:cs="Arial"/>
        </w:rPr>
        <w:t>CONDUTORES</w:t>
      </w:r>
      <w:r>
        <w:rPr>
          <w:rFonts w:cs="Arial"/>
        </w:rPr>
        <w:tab/>
        <w:t>PODEMOS</w:t>
      </w:r>
    </w:p>
    <w:p w:rsidR="00A1370D" w:rsidRDefault="00A1370D" w:rsidP="009C3642">
      <w:pPr>
        <w:tabs>
          <w:tab w:val="left" w:leader="dot" w:pos="709"/>
          <w:tab w:val="left" w:leader="dot" w:pos="6237"/>
          <w:tab w:val="right" w:leader="dot" w:pos="6521"/>
        </w:tabs>
        <w:spacing w:line="360" w:lineRule="exact"/>
        <w:jc w:val="both"/>
        <w:rPr>
          <w:rFonts w:cs="Arial"/>
        </w:rPr>
      </w:pPr>
    </w:p>
    <w:p w:rsidR="004D0EC6" w:rsidRPr="006F704F" w:rsidRDefault="004D0EC6" w:rsidP="009C3642">
      <w:pPr>
        <w:spacing w:line="360" w:lineRule="exact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5C6437">
        <w:rPr>
          <w:rFonts w:cs="Arial"/>
        </w:rPr>
        <w:t>3</w:t>
      </w:r>
      <w:r w:rsidR="000241D1">
        <w:rPr>
          <w:rFonts w:cs="Arial"/>
        </w:rPr>
        <w:t>0</w:t>
      </w:r>
      <w:r w:rsidR="00BD6A93">
        <w:rPr>
          <w:rFonts w:cs="Arial"/>
        </w:rPr>
        <w:t xml:space="preserve"> </w:t>
      </w:r>
      <w:r w:rsidR="00E0540A" w:rsidRPr="006F704F">
        <w:rPr>
          <w:rFonts w:cs="Arial"/>
        </w:rPr>
        <w:t xml:space="preserve">de </w:t>
      </w:r>
      <w:r w:rsidR="005C6437">
        <w:rPr>
          <w:rFonts w:cs="Arial"/>
        </w:rPr>
        <w:t>janeiro</w:t>
      </w:r>
      <w:r w:rsidR="002D4E52">
        <w:rPr>
          <w:rFonts w:cs="Arial"/>
        </w:rPr>
        <w:t xml:space="preserve"> </w:t>
      </w:r>
      <w:r w:rsidRPr="006F704F">
        <w:rPr>
          <w:rFonts w:cs="Arial"/>
        </w:rPr>
        <w:t>de 202</w:t>
      </w:r>
      <w:r w:rsidR="000241D1">
        <w:rPr>
          <w:rFonts w:cs="Arial"/>
        </w:rPr>
        <w:t>6</w:t>
      </w:r>
      <w:r w:rsidRPr="006F704F">
        <w:rPr>
          <w:rFonts w:cs="Arial"/>
        </w:rPr>
        <w:t>.</w:t>
      </w:r>
    </w:p>
    <w:p w:rsidR="001F49FB" w:rsidRDefault="001F49FB" w:rsidP="00A1370D">
      <w:pPr>
        <w:spacing w:line="312" w:lineRule="auto"/>
        <w:jc w:val="right"/>
        <w:rPr>
          <w:rFonts w:cs="Arial"/>
          <w:sz w:val="10"/>
          <w:szCs w:val="10"/>
        </w:rPr>
      </w:pPr>
    </w:p>
    <w:p w:rsidR="009C3642" w:rsidRDefault="009C3642" w:rsidP="00A1370D">
      <w:pPr>
        <w:spacing w:line="312" w:lineRule="auto"/>
        <w:jc w:val="right"/>
        <w:rPr>
          <w:rFonts w:cs="Arial"/>
          <w:sz w:val="10"/>
          <w:szCs w:val="10"/>
        </w:rPr>
      </w:pPr>
    </w:p>
    <w:p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513" w:rsidRDefault="00F83513">
      <w:r>
        <w:separator/>
      </w:r>
    </w:p>
  </w:endnote>
  <w:endnote w:type="continuationSeparator" w:id="0">
    <w:p w:rsidR="00F83513" w:rsidRDefault="00F83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D9A" w:rsidRPr="00156E90" w:rsidRDefault="001D2D9A" w:rsidP="001D2D9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noProof/>
        <w:spacing w:val="14"/>
        <w:sz w:val="1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D020A56" wp14:editId="72533ABD">
              <wp:simplePos x="0" y="0"/>
              <wp:positionH relativeFrom="column">
                <wp:posOffset>1643540</wp:posOffset>
              </wp:positionH>
              <wp:positionV relativeFrom="paragraph">
                <wp:posOffset>-4188937</wp:posOffset>
              </wp:positionV>
              <wp:extent cx="9296082" cy="295276"/>
              <wp:effectExtent l="4445" t="0" r="5080" b="0"/>
              <wp:wrapNone/>
              <wp:docPr id="1423306310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9296082" cy="29527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1D2D9A" w:rsidRPr="00AC2E9A" w:rsidRDefault="001D2D9A" w:rsidP="001D2D9A">
                          <w:pPr>
                            <w:rPr>
                              <w:spacing w:val="2"/>
                              <w:sz w:val="18"/>
                              <w:szCs w:val="18"/>
                            </w:rPr>
                          </w:pPr>
                          <w:r>
                            <w:rPr>
                              <w:spacing w:val="2"/>
                              <w:sz w:val="18"/>
                              <w:szCs w:val="18"/>
                            </w:rPr>
                            <w:t xml:space="preserve">                                             </w:t>
                          </w:r>
                          <w:r w:rsidRPr="00AC2E9A">
                            <w:rPr>
                              <w:spacing w:val="2"/>
                              <w:sz w:val="18"/>
                              <w:szCs w:val="18"/>
                            </w:rPr>
                            <w:t xml:space="preserve">Documento assinado digitalmente, nos termos da legislação vigente.  Verifique a validade </w:t>
                          </w:r>
                          <w:proofErr w:type="gramStart"/>
                          <w:r w:rsidRPr="00AC2E9A">
                            <w:rPr>
                              <w:spacing w:val="2"/>
                              <w:sz w:val="18"/>
                              <w:szCs w:val="18"/>
                            </w:rPr>
                            <w:t>da(</w:t>
                          </w:r>
                          <w:proofErr w:type="gramEnd"/>
                          <w:r w:rsidRPr="00AC2E9A">
                            <w:rPr>
                              <w:spacing w:val="2"/>
                              <w:sz w:val="18"/>
                              <w:szCs w:val="18"/>
                            </w:rPr>
                            <w:t xml:space="preserve">s) assinatura(s) em:  </w:t>
                          </w:r>
                          <w:hyperlink r:id="rId1" w:history="1">
                            <w:r w:rsidRPr="00AC2E9A">
                              <w:rPr>
                                <w:rStyle w:val="Hyperlink"/>
                                <w:spacing w:val="2"/>
                                <w:sz w:val="18"/>
                                <w:szCs w:val="18"/>
                              </w:rPr>
                              <w:t>validar.iti.gov.br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020A5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2" type="#_x0000_t202" style="position:absolute;left:0;text-align:left;margin-left:129.4pt;margin-top:-329.85pt;width:731.95pt;height:23.2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" filled="f" stroked="f" strokeweight=".5pt">
              <v:textbox>
                <w:txbxContent>
                  <w:p w:rsidR="001D2D9A" w:rsidRPr="00AC2E9A" w:rsidRDefault="001D2D9A" w:rsidP="001D2D9A">
                    <w:pPr>
                      <w:rPr>
                        <w:spacing w:val="2"/>
                        <w:sz w:val="18"/>
                        <w:szCs w:val="18"/>
                      </w:rPr>
                    </w:pPr>
                    <w:r>
                      <w:rPr>
                        <w:spacing w:val="2"/>
                        <w:sz w:val="18"/>
                        <w:szCs w:val="18"/>
                      </w:rPr>
                      <w:t xml:space="preserve">                                             </w:t>
                    </w:r>
                    <w:r w:rsidRPr="00AC2E9A">
                      <w:rPr>
                        <w:spacing w:val="2"/>
                        <w:sz w:val="18"/>
                        <w:szCs w:val="18"/>
                      </w:rPr>
                      <w:t xml:space="preserve">Documento assinado digitalmente, nos termos da legislação vigente.  Verifique a validade </w:t>
                    </w:r>
                    <w:proofErr w:type="gramStart"/>
                    <w:r w:rsidRPr="00AC2E9A">
                      <w:rPr>
                        <w:spacing w:val="2"/>
                        <w:sz w:val="18"/>
                        <w:szCs w:val="18"/>
                      </w:rPr>
                      <w:t>da(</w:t>
                    </w:r>
                    <w:proofErr w:type="gramEnd"/>
                    <w:r w:rsidRPr="00AC2E9A">
                      <w:rPr>
                        <w:spacing w:val="2"/>
                        <w:sz w:val="18"/>
                        <w:szCs w:val="18"/>
                      </w:rPr>
                      <w:t xml:space="preserve">s) assinatura(s) em:  </w:t>
                    </w:r>
                    <w:hyperlink r:id="rId2" w:history="1">
                      <w:r w:rsidRPr="00AC2E9A">
                        <w:rPr>
                          <w:rStyle w:val="Hyperlink"/>
                          <w:spacing w:val="2"/>
                          <w:sz w:val="18"/>
                          <w:szCs w:val="18"/>
                        </w:rPr>
                        <w:t>validar.iti.gov.br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D9A" w:rsidRPr="00156E90" w:rsidRDefault="001D2D9A" w:rsidP="001D2D9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noProof/>
        <w:spacing w:val="14"/>
        <w:sz w:val="1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D020A56" wp14:editId="72533ABD">
              <wp:simplePos x="0" y="0"/>
              <wp:positionH relativeFrom="column">
                <wp:posOffset>1643540</wp:posOffset>
              </wp:positionH>
              <wp:positionV relativeFrom="paragraph">
                <wp:posOffset>-4188937</wp:posOffset>
              </wp:positionV>
              <wp:extent cx="9296082" cy="295276"/>
              <wp:effectExtent l="4445" t="0" r="5080" b="0"/>
              <wp:wrapNone/>
              <wp:docPr id="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9296082" cy="29527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1D2D9A" w:rsidRPr="00AC2E9A" w:rsidRDefault="001D2D9A" w:rsidP="001D2D9A">
                          <w:pPr>
                            <w:rPr>
                              <w:spacing w:val="2"/>
                              <w:sz w:val="18"/>
                              <w:szCs w:val="18"/>
                            </w:rPr>
                          </w:pPr>
                          <w:r>
                            <w:rPr>
                              <w:spacing w:val="2"/>
                              <w:sz w:val="18"/>
                              <w:szCs w:val="18"/>
                            </w:rPr>
                            <w:t xml:space="preserve">                                             </w:t>
                          </w:r>
                          <w:r w:rsidRPr="00AC2E9A">
                            <w:rPr>
                              <w:spacing w:val="2"/>
                              <w:sz w:val="18"/>
                              <w:szCs w:val="18"/>
                            </w:rPr>
                            <w:t xml:space="preserve">Documento assinado digitalmente, nos termos da legislação vigente.  Verifique a validade </w:t>
                          </w:r>
                          <w:proofErr w:type="gramStart"/>
                          <w:r w:rsidRPr="00AC2E9A">
                            <w:rPr>
                              <w:spacing w:val="2"/>
                              <w:sz w:val="18"/>
                              <w:szCs w:val="18"/>
                            </w:rPr>
                            <w:t>da(</w:t>
                          </w:r>
                          <w:proofErr w:type="gramEnd"/>
                          <w:r w:rsidRPr="00AC2E9A">
                            <w:rPr>
                              <w:spacing w:val="2"/>
                              <w:sz w:val="18"/>
                              <w:szCs w:val="18"/>
                            </w:rPr>
                            <w:t xml:space="preserve">s) assinatura(s) em:  </w:t>
                          </w:r>
                          <w:hyperlink r:id="rId1" w:history="1">
                            <w:r w:rsidRPr="00AC2E9A">
                              <w:rPr>
                                <w:rStyle w:val="Hyperlink"/>
                                <w:spacing w:val="2"/>
                                <w:sz w:val="18"/>
                                <w:szCs w:val="18"/>
                              </w:rPr>
                              <w:t>validar.iti.gov.br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020A56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0;text-align:left;margin-left:129.4pt;margin-top:-329.85pt;width:731.95pt;height:23.25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" filled="f" stroked="f" strokeweight=".5pt">
              <v:textbox>
                <w:txbxContent>
                  <w:p w:rsidR="001D2D9A" w:rsidRPr="00AC2E9A" w:rsidRDefault="001D2D9A" w:rsidP="001D2D9A">
                    <w:pPr>
                      <w:rPr>
                        <w:spacing w:val="2"/>
                        <w:sz w:val="18"/>
                        <w:szCs w:val="18"/>
                      </w:rPr>
                    </w:pPr>
                    <w:r>
                      <w:rPr>
                        <w:spacing w:val="2"/>
                        <w:sz w:val="18"/>
                        <w:szCs w:val="18"/>
                      </w:rPr>
                      <w:t xml:space="preserve">                                             </w:t>
                    </w:r>
                    <w:r w:rsidRPr="00AC2E9A">
                      <w:rPr>
                        <w:spacing w:val="2"/>
                        <w:sz w:val="18"/>
                        <w:szCs w:val="18"/>
                      </w:rPr>
                      <w:t xml:space="preserve">Documento assinado digitalmente, nos termos da legislação vigente.  Verifique a validade </w:t>
                    </w:r>
                    <w:proofErr w:type="gramStart"/>
                    <w:r w:rsidRPr="00AC2E9A">
                      <w:rPr>
                        <w:spacing w:val="2"/>
                        <w:sz w:val="18"/>
                        <w:szCs w:val="18"/>
                      </w:rPr>
                      <w:t>da(</w:t>
                    </w:r>
                    <w:proofErr w:type="gramEnd"/>
                    <w:r w:rsidRPr="00AC2E9A">
                      <w:rPr>
                        <w:spacing w:val="2"/>
                        <w:sz w:val="18"/>
                        <w:szCs w:val="18"/>
                      </w:rPr>
                      <w:t xml:space="preserve">s) assinatura(s) em:  </w:t>
                    </w:r>
                    <w:hyperlink r:id="rId2" w:history="1">
                      <w:r w:rsidRPr="00AC2E9A">
                        <w:rPr>
                          <w:rStyle w:val="Hyperlink"/>
                          <w:spacing w:val="2"/>
                          <w:sz w:val="18"/>
                          <w:szCs w:val="18"/>
                        </w:rPr>
                        <w:t>validar.iti.gov.br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513" w:rsidRDefault="00F83513">
      <w:r>
        <w:separator/>
      </w:r>
    </w:p>
  </w:footnote>
  <w:footnote w:type="continuationSeparator" w:id="0">
    <w:p w:rsidR="00F83513" w:rsidRDefault="00F835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AB68BF">
      <w:rPr>
        <w:rFonts w:cs="Arial"/>
        <w:b/>
        <w:sz w:val="20"/>
        <w:szCs w:val="20"/>
        <w:u w:val="single"/>
      </w:rPr>
      <w:t>1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AB68BF">
      <w:rPr>
        <w:rFonts w:cs="Arial"/>
        <w:b/>
        <w:sz w:val="20"/>
        <w:szCs w:val="20"/>
        <w:u w:val="single"/>
      </w:rPr>
      <w:t>0</w:t>
    </w:r>
    <w:r w:rsidR="000241D1">
      <w:rPr>
        <w:rFonts w:cs="Arial"/>
        <w:b/>
        <w:sz w:val="20"/>
        <w:szCs w:val="20"/>
        <w:u w:val="single"/>
      </w:rPr>
      <w:t>4</w:t>
    </w:r>
    <w:r w:rsidR="00BD180A">
      <w:rPr>
        <w:rFonts w:cs="Arial"/>
        <w:b/>
        <w:sz w:val="20"/>
        <w:szCs w:val="20"/>
        <w:u w:val="single"/>
      </w:rPr>
      <w:t>/</w:t>
    </w:r>
    <w:r w:rsidR="00AB68BF">
      <w:rPr>
        <w:rFonts w:cs="Arial"/>
        <w:b/>
        <w:sz w:val="20"/>
        <w:szCs w:val="20"/>
        <w:u w:val="single"/>
      </w:rPr>
      <w:t>0</w:t>
    </w:r>
    <w:r w:rsidR="00692D0A">
      <w:rPr>
        <w:rFonts w:cs="Arial"/>
        <w:b/>
        <w:sz w:val="20"/>
        <w:szCs w:val="20"/>
        <w:u w:val="single"/>
      </w:rPr>
      <w:t>2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0241D1">
      <w:rPr>
        <w:rFonts w:cs="Arial"/>
        <w:b/>
        <w:sz w:val="20"/>
        <w:szCs w:val="20"/>
        <w:u w:val="single"/>
      </w:rPr>
      <w:t>6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AB313A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AB313A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3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B8Ttt4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4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6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7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7983"/>
    <w:rsid w:val="00010158"/>
    <w:rsid w:val="0001190B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17FFD"/>
    <w:rsid w:val="000230D7"/>
    <w:rsid w:val="000238B8"/>
    <w:rsid w:val="000241D1"/>
    <w:rsid w:val="00024775"/>
    <w:rsid w:val="0002482B"/>
    <w:rsid w:val="00025E95"/>
    <w:rsid w:val="00027B13"/>
    <w:rsid w:val="00030B0F"/>
    <w:rsid w:val="000334E5"/>
    <w:rsid w:val="00033944"/>
    <w:rsid w:val="00035380"/>
    <w:rsid w:val="0003551B"/>
    <w:rsid w:val="00036EEC"/>
    <w:rsid w:val="00037CF0"/>
    <w:rsid w:val="00037FB5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613E0"/>
    <w:rsid w:val="00061531"/>
    <w:rsid w:val="0006165B"/>
    <w:rsid w:val="000636C5"/>
    <w:rsid w:val="00064421"/>
    <w:rsid w:val="0006593A"/>
    <w:rsid w:val="00067E80"/>
    <w:rsid w:val="00072F96"/>
    <w:rsid w:val="00073E9A"/>
    <w:rsid w:val="000747BA"/>
    <w:rsid w:val="00074C79"/>
    <w:rsid w:val="00074D9F"/>
    <w:rsid w:val="000759E6"/>
    <w:rsid w:val="00083B52"/>
    <w:rsid w:val="00084192"/>
    <w:rsid w:val="00084911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E1"/>
    <w:rsid w:val="000A7479"/>
    <w:rsid w:val="000B2455"/>
    <w:rsid w:val="000B3D79"/>
    <w:rsid w:val="000B553D"/>
    <w:rsid w:val="000B5AA4"/>
    <w:rsid w:val="000B6728"/>
    <w:rsid w:val="000B7026"/>
    <w:rsid w:val="000B722E"/>
    <w:rsid w:val="000B7342"/>
    <w:rsid w:val="000B782C"/>
    <w:rsid w:val="000C03F9"/>
    <w:rsid w:val="000C099A"/>
    <w:rsid w:val="000C2EC9"/>
    <w:rsid w:val="000C71FC"/>
    <w:rsid w:val="000C73E3"/>
    <w:rsid w:val="000D3963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7022"/>
    <w:rsid w:val="000E7266"/>
    <w:rsid w:val="000E7274"/>
    <w:rsid w:val="000E7A4D"/>
    <w:rsid w:val="000F4212"/>
    <w:rsid w:val="000F4781"/>
    <w:rsid w:val="000F4AFF"/>
    <w:rsid w:val="000F5B44"/>
    <w:rsid w:val="000F74A9"/>
    <w:rsid w:val="00101E94"/>
    <w:rsid w:val="0010237C"/>
    <w:rsid w:val="00102734"/>
    <w:rsid w:val="0010338A"/>
    <w:rsid w:val="001039E1"/>
    <w:rsid w:val="00106256"/>
    <w:rsid w:val="00107367"/>
    <w:rsid w:val="00110111"/>
    <w:rsid w:val="00111F72"/>
    <w:rsid w:val="001131AE"/>
    <w:rsid w:val="00113DB8"/>
    <w:rsid w:val="001142D3"/>
    <w:rsid w:val="00115908"/>
    <w:rsid w:val="0011667E"/>
    <w:rsid w:val="0011723F"/>
    <w:rsid w:val="00117ABC"/>
    <w:rsid w:val="00117FC8"/>
    <w:rsid w:val="00120A34"/>
    <w:rsid w:val="00120A97"/>
    <w:rsid w:val="00120BB9"/>
    <w:rsid w:val="0012247D"/>
    <w:rsid w:val="00122A6F"/>
    <w:rsid w:val="001251BF"/>
    <w:rsid w:val="00125EF5"/>
    <w:rsid w:val="00126BA9"/>
    <w:rsid w:val="001276EA"/>
    <w:rsid w:val="00130402"/>
    <w:rsid w:val="00132D39"/>
    <w:rsid w:val="00133004"/>
    <w:rsid w:val="00134906"/>
    <w:rsid w:val="0013566B"/>
    <w:rsid w:val="00135AEF"/>
    <w:rsid w:val="001373E1"/>
    <w:rsid w:val="001374C3"/>
    <w:rsid w:val="00140B02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DF"/>
    <w:rsid w:val="0016754D"/>
    <w:rsid w:val="00170B25"/>
    <w:rsid w:val="00170D3F"/>
    <w:rsid w:val="001722A0"/>
    <w:rsid w:val="0017263F"/>
    <w:rsid w:val="00174570"/>
    <w:rsid w:val="0017526C"/>
    <w:rsid w:val="00175D05"/>
    <w:rsid w:val="00176ACF"/>
    <w:rsid w:val="00176F8C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B33"/>
    <w:rsid w:val="00197884"/>
    <w:rsid w:val="00197D83"/>
    <w:rsid w:val="001A2D51"/>
    <w:rsid w:val="001A51E5"/>
    <w:rsid w:val="001B1DA1"/>
    <w:rsid w:val="001B35A9"/>
    <w:rsid w:val="001B4457"/>
    <w:rsid w:val="001B5444"/>
    <w:rsid w:val="001B576A"/>
    <w:rsid w:val="001B5E0D"/>
    <w:rsid w:val="001B65FA"/>
    <w:rsid w:val="001B6C59"/>
    <w:rsid w:val="001B7587"/>
    <w:rsid w:val="001B7A74"/>
    <w:rsid w:val="001C0A57"/>
    <w:rsid w:val="001C0F15"/>
    <w:rsid w:val="001C12F9"/>
    <w:rsid w:val="001C2493"/>
    <w:rsid w:val="001C2795"/>
    <w:rsid w:val="001C4D11"/>
    <w:rsid w:val="001C61F6"/>
    <w:rsid w:val="001C6D9B"/>
    <w:rsid w:val="001D0435"/>
    <w:rsid w:val="001D1328"/>
    <w:rsid w:val="001D2D9A"/>
    <w:rsid w:val="001D43D3"/>
    <w:rsid w:val="001D58D3"/>
    <w:rsid w:val="001D6C1B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85F"/>
    <w:rsid w:val="00207125"/>
    <w:rsid w:val="00210147"/>
    <w:rsid w:val="002101E5"/>
    <w:rsid w:val="00210D29"/>
    <w:rsid w:val="002113F4"/>
    <w:rsid w:val="00211CAB"/>
    <w:rsid w:val="002134D2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FA1"/>
    <w:rsid w:val="002350C3"/>
    <w:rsid w:val="00235F05"/>
    <w:rsid w:val="0023625B"/>
    <w:rsid w:val="002364DC"/>
    <w:rsid w:val="00236D87"/>
    <w:rsid w:val="002371E4"/>
    <w:rsid w:val="002379EB"/>
    <w:rsid w:val="00237C19"/>
    <w:rsid w:val="00237CA4"/>
    <w:rsid w:val="00240C08"/>
    <w:rsid w:val="00242C67"/>
    <w:rsid w:val="0024433E"/>
    <w:rsid w:val="00244F98"/>
    <w:rsid w:val="002468D1"/>
    <w:rsid w:val="00251C88"/>
    <w:rsid w:val="00252157"/>
    <w:rsid w:val="00253056"/>
    <w:rsid w:val="002539B9"/>
    <w:rsid w:val="00254076"/>
    <w:rsid w:val="00254C9F"/>
    <w:rsid w:val="00255E7D"/>
    <w:rsid w:val="00256F2E"/>
    <w:rsid w:val="00257D6A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CC9"/>
    <w:rsid w:val="00271114"/>
    <w:rsid w:val="002719F6"/>
    <w:rsid w:val="00271DCC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61E6"/>
    <w:rsid w:val="002964DB"/>
    <w:rsid w:val="00296603"/>
    <w:rsid w:val="00297D0F"/>
    <w:rsid w:val="00297F33"/>
    <w:rsid w:val="002A0166"/>
    <w:rsid w:val="002A1387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C8C"/>
    <w:rsid w:val="002B5D12"/>
    <w:rsid w:val="002C4A71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E0B47"/>
    <w:rsid w:val="002E13F0"/>
    <w:rsid w:val="002E21DF"/>
    <w:rsid w:val="002F0334"/>
    <w:rsid w:val="002F04CB"/>
    <w:rsid w:val="002F2DAE"/>
    <w:rsid w:val="002F32FE"/>
    <w:rsid w:val="002F4A0E"/>
    <w:rsid w:val="002F4BEB"/>
    <w:rsid w:val="002F5ECC"/>
    <w:rsid w:val="002F5F96"/>
    <w:rsid w:val="002F66BC"/>
    <w:rsid w:val="002F7E28"/>
    <w:rsid w:val="00300E18"/>
    <w:rsid w:val="0030159A"/>
    <w:rsid w:val="00301610"/>
    <w:rsid w:val="00301E57"/>
    <w:rsid w:val="0030564A"/>
    <w:rsid w:val="00306EA0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680C"/>
    <w:rsid w:val="00336AD7"/>
    <w:rsid w:val="00336EA8"/>
    <w:rsid w:val="00337F47"/>
    <w:rsid w:val="003403A7"/>
    <w:rsid w:val="00340CB4"/>
    <w:rsid w:val="00342094"/>
    <w:rsid w:val="003424BE"/>
    <w:rsid w:val="0034519E"/>
    <w:rsid w:val="003462FC"/>
    <w:rsid w:val="003474B8"/>
    <w:rsid w:val="003507F9"/>
    <w:rsid w:val="00350DFE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5060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99D"/>
    <w:rsid w:val="003D107D"/>
    <w:rsid w:val="003D121F"/>
    <w:rsid w:val="003D1BD4"/>
    <w:rsid w:val="003D2911"/>
    <w:rsid w:val="003D303A"/>
    <w:rsid w:val="003D4087"/>
    <w:rsid w:val="003D48C9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19E3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1626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3897"/>
    <w:rsid w:val="00453A69"/>
    <w:rsid w:val="00454650"/>
    <w:rsid w:val="004579CF"/>
    <w:rsid w:val="00457F58"/>
    <w:rsid w:val="00460127"/>
    <w:rsid w:val="00462771"/>
    <w:rsid w:val="00464069"/>
    <w:rsid w:val="0046726A"/>
    <w:rsid w:val="00467886"/>
    <w:rsid w:val="004714AF"/>
    <w:rsid w:val="00471AA4"/>
    <w:rsid w:val="00475F33"/>
    <w:rsid w:val="0047614A"/>
    <w:rsid w:val="00476D11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400C"/>
    <w:rsid w:val="00494CCE"/>
    <w:rsid w:val="00494DF4"/>
    <w:rsid w:val="00497599"/>
    <w:rsid w:val="00497BFB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5242"/>
    <w:rsid w:val="004B6014"/>
    <w:rsid w:val="004B685D"/>
    <w:rsid w:val="004B6F6A"/>
    <w:rsid w:val="004C0493"/>
    <w:rsid w:val="004C0B98"/>
    <w:rsid w:val="004C1B1D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6620"/>
    <w:rsid w:val="004E166D"/>
    <w:rsid w:val="004E1A0C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77BF"/>
    <w:rsid w:val="00501B50"/>
    <w:rsid w:val="00501C36"/>
    <w:rsid w:val="005025EA"/>
    <w:rsid w:val="00503239"/>
    <w:rsid w:val="00503E17"/>
    <w:rsid w:val="00504BB4"/>
    <w:rsid w:val="00505609"/>
    <w:rsid w:val="005063AF"/>
    <w:rsid w:val="005063BE"/>
    <w:rsid w:val="00510CD6"/>
    <w:rsid w:val="0051115F"/>
    <w:rsid w:val="0051116C"/>
    <w:rsid w:val="00512CCB"/>
    <w:rsid w:val="00513CD1"/>
    <w:rsid w:val="00513E8B"/>
    <w:rsid w:val="00515570"/>
    <w:rsid w:val="00516A96"/>
    <w:rsid w:val="0051705A"/>
    <w:rsid w:val="00517123"/>
    <w:rsid w:val="0051740F"/>
    <w:rsid w:val="00520C85"/>
    <w:rsid w:val="005212B6"/>
    <w:rsid w:val="0052521F"/>
    <w:rsid w:val="00525EA3"/>
    <w:rsid w:val="00527296"/>
    <w:rsid w:val="005337B5"/>
    <w:rsid w:val="00535777"/>
    <w:rsid w:val="00535A22"/>
    <w:rsid w:val="00535DDB"/>
    <w:rsid w:val="0053635A"/>
    <w:rsid w:val="00536F84"/>
    <w:rsid w:val="00537947"/>
    <w:rsid w:val="005419EC"/>
    <w:rsid w:val="00542201"/>
    <w:rsid w:val="0054312C"/>
    <w:rsid w:val="0054356D"/>
    <w:rsid w:val="005435D1"/>
    <w:rsid w:val="005454BF"/>
    <w:rsid w:val="005455E0"/>
    <w:rsid w:val="00550C40"/>
    <w:rsid w:val="00551CEF"/>
    <w:rsid w:val="005538C3"/>
    <w:rsid w:val="0055396F"/>
    <w:rsid w:val="0055590C"/>
    <w:rsid w:val="005571A6"/>
    <w:rsid w:val="00557363"/>
    <w:rsid w:val="00562268"/>
    <w:rsid w:val="00563094"/>
    <w:rsid w:val="00564088"/>
    <w:rsid w:val="0056493D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DD6"/>
    <w:rsid w:val="005937EC"/>
    <w:rsid w:val="00593FD4"/>
    <w:rsid w:val="005974B4"/>
    <w:rsid w:val="005A15FC"/>
    <w:rsid w:val="005A2320"/>
    <w:rsid w:val="005A3A4C"/>
    <w:rsid w:val="005A3D6F"/>
    <w:rsid w:val="005A4088"/>
    <w:rsid w:val="005A4210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3988"/>
    <w:rsid w:val="005C40FB"/>
    <w:rsid w:val="005C5149"/>
    <w:rsid w:val="005C6437"/>
    <w:rsid w:val="005C688E"/>
    <w:rsid w:val="005D0C69"/>
    <w:rsid w:val="005D155B"/>
    <w:rsid w:val="005D2B95"/>
    <w:rsid w:val="005D34FF"/>
    <w:rsid w:val="005D37A7"/>
    <w:rsid w:val="005D385D"/>
    <w:rsid w:val="005D518F"/>
    <w:rsid w:val="005D631D"/>
    <w:rsid w:val="005D7644"/>
    <w:rsid w:val="005D7B58"/>
    <w:rsid w:val="005E1B7C"/>
    <w:rsid w:val="005E1C12"/>
    <w:rsid w:val="005E2770"/>
    <w:rsid w:val="005E48D2"/>
    <w:rsid w:val="005F0544"/>
    <w:rsid w:val="005F0BC2"/>
    <w:rsid w:val="005F1110"/>
    <w:rsid w:val="005F12FF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BEA"/>
    <w:rsid w:val="00600EC2"/>
    <w:rsid w:val="00603116"/>
    <w:rsid w:val="006034EB"/>
    <w:rsid w:val="0060358B"/>
    <w:rsid w:val="006037E6"/>
    <w:rsid w:val="00604514"/>
    <w:rsid w:val="006064B6"/>
    <w:rsid w:val="00606804"/>
    <w:rsid w:val="00607274"/>
    <w:rsid w:val="006079C0"/>
    <w:rsid w:val="00607F25"/>
    <w:rsid w:val="00610FB4"/>
    <w:rsid w:val="00611465"/>
    <w:rsid w:val="006117C3"/>
    <w:rsid w:val="0061340B"/>
    <w:rsid w:val="00613886"/>
    <w:rsid w:val="0061558E"/>
    <w:rsid w:val="0062059D"/>
    <w:rsid w:val="00621011"/>
    <w:rsid w:val="00621CAE"/>
    <w:rsid w:val="00622CB1"/>
    <w:rsid w:val="006233D9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57760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DE3"/>
    <w:rsid w:val="00685083"/>
    <w:rsid w:val="00686237"/>
    <w:rsid w:val="00687609"/>
    <w:rsid w:val="0068790F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297D"/>
    <w:rsid w:val="006B31DF"/>
    <w:rsid w:val="006B337E"/>
    <w:rsid w:val="006B3A89"/>
    <w:rsid w:val="006B4DD5"/>
    <w:rsid w:val="006B6125"/>
    <w:rsid w:val="006B6B5E"/>
    <w:rsid w:val="006B7D28"/>
    <w:rsid w:val="006C28E5"/>
    <w:rsid w:val="006C5FD5"/>
    <w:rsid w:val="006C62E6"/>
    <w:rsid w:val="006C709B"/>
    <w:rsid w:val="006C7507"/>
    <w:rsid w:val="006C7779"/>
    <w:rsid w:val="006D02E3"/>
    <w:rsid w:val="006D2B37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960"/>
    <w:rsid w:val="006E69E0"/>
    <w:rsid w:val="006E6A4A"/>
    <w:rsid w:val="006E70B6"/>
    <w:rsid w:val="006E7138"/>
    <w:rsid w:val="006F202B"/>
    <w:rsid w:val="006F2810"/>
    <w:rsid w:val="006F49B6"/>
    <w:rsid w:val="006F4DAB"/>
    <w:rsid w:val="006F6851"/>
    <w:rsid w:val="006F704F"/>
    <w:rsid w:val="006F71BF"/>
    <w:rsid w:val="00701D76"/>
    <w:rsid w:val="0070200C"/>
    <w:rsid w:val="00704281"/>
    <w:rsid w:val="007057FF"/>
    <w:rsid w:val="00705FD5"/>
    <w:rsid w:val="00706C60"/>
    <w:rsid w:val="00710254"/>
    <w:rsid w:val="00710F37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6C2"/>
    <w:rsid w:val="00721FC9"/>
    <w:rsid w:val="007225A6"/>
    <w:rsid w:val="00722668"/>
    <w:rsid w:val="007235DC"/>
    <w:rsid w:val="00723703"/>
    <w:rsid w:val="007256EE"/>
    <w:rsid w:val="0072618F"/>
    <w:rsid w:val="00726E23"/>
    <w:rsid w:val="00727061"/>
    <w:rsid w:val="00727BAC"/>
    <w:rsid w:val="007309BA"/>
    <w:rsid w:val="00735093"/>
    <w:rsid w:val="00736AD6"/>
    <w:rsid w:val="00736BF2"/>
    <w:rsid w:val="00737DA2"/>
    <w:rsid w:val="0074095C"/>
    <w:rsid w:val="00740962"/>
    <w:rsid w:val="007432CE"/>
    <w:rsid w:val="007441AB"/>
    <w:rsid w:val="00744222"/>
    <w:rsid w:val="00745E52"/>
    <w:rsid w:val="00746A47"/>
    <w:rsid w:val="00747A39"/>
    <w:rsid w:val="0075004D"/>
    <w:rsid w:val="007501A2"/>
    <w:rsid w:val="00750FDA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418F"/>
    <w:rsid w:val="00785E77"/>
    <w:rsid w:val="00786D06"/>
    <w:rsid w:val="00786F57"/>
    <w:rsid w:val="00787413"/>
    <w:rsid w:val="00787E6D"/>
    <w:rsid w:val="00790032"/>
    <w:rsid w:val="00790B55"/>
    <w:rsid w:val="00791E1A"/>
    <w:rsid w:val="00793D76"/>
    <w:rsid w:val="007948B7"/>
    <w:rsid w:val="00795635"/>
    <w:rsid w:val="007967CF"/>
    <w:rsid w:val="0079729A"/>
    <w:rsid w:val="00797E78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51D4"/>
    <w:rsid w:val="007D5561"/>
    <w:rsid w:val="007D7426"/>
    <w:rsid w:val="007D757B"/>
    <w:rsid w:val="007D760B"/>
    <w:rsid w:val="007E1635"/>
    <w:rsid w:val="007E2AEC"/>
    <w:rsid w:val="007E2C22"/>
    <w:rsid w:val="007E3845"/>
    <w:rsid w:val="007E3C7E"/>
    <w:rsid w:val="007E4808"/>
    <w:rsid w:val="007E497D"/>
    <w:rsid w:val="007E63D4"/>
    <w:rsid w:val="007E705A"/>
    <w:rsid w:val="007F13BB"/>
    <w:rsid w:val="007F4860"/>
    <w:rsid w:val="007F6CDA"/>
    <w:rsid w:val="007F73D6"/>
    <w:rsid w:val="008003D6"/>
    <w:rsid w:val="00802AE2"/>
    <w:rsid w:val="0080328D"/>
    <w:rsid w:val="00804CD0"/>
    <w:rsid w:val="0080518F"/>
    <w:rsid w:val="0080546B"/>
    <w:rsid w:val="008063B2"/>
    <w:rsid w:val="00811AD6"/>
    <w:rsid w:val="00811D66"/>
    <w:rsid w:val="008147CD"/>
    <w:rsid w:val="0081491F"/>
    <w:rsid w:val="00815AFD"/>
    <w:rsid w:val="00817BCF"/>
    <w:rsid w:val="00820731"/>
    <w:rsid w:val="00822875"/>
    <w:rsid w:val="0082339D"/>
    <w:rsid w:val="00823F46"/>
    <w:rsid w:val="00825C38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C83"/>
    <w:rsid w:val="008411A5"/>
    <w:rsid w:val="008421F9"/>
    <w:rsid w:val="008429CD"/>
    <w:rsid w:val="00842CE8"/>
    <w:rsid w:val="00842EF2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BE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32F"/>
    <w:rsid w:val="008804B1"/>
    <w:rsid w:val="0088092B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B05D2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5954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892"/>
    <w:rsid w:val="008F6BB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D43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7B90"/>
    <w:rsid w:val="00970AE1"/>
    <w:rsid w:val="0097142B"/>
    <w:rsid w:val="00972465"/>
    <w:rsid w:val="00973BAC"/>
    <w:rsid w:val="00973D2A"/>
    <w:rsid w:val="00975436"/>
    <w:rsid w:val="009804F6"/>
    <w:rsid w:val="009809F6"/>
    <w:rsid w:val="00980FEF"/>
    <w:rsid w:val="009830AC"/>
    <w:rsid w:val="009836DE"/>
    <w:rsid w:val="00983C3B"/>
    <w:rsid w:val="0098587C"/>
    <w:rsid w:val="009879F4"/>
    <w:rsid w:val="00987FB2"/>
    <w:rsid w:val="0099445C"/>
    <w:rsid w:val="0099568C"/>
    <w:rsid w:val="00997982"/>
    <w:rsid w:val="009A2240"/>
    <w:rsid w:val="009A2E46"/>
    <w:rsid w:val="009A3BA1"/>
    <w:rsid w:val="009A4897"/>
    <w:rsid w:val="009A6654"/>
    <w:rsid w:val="009A6E90"/>
    <w:rsid w:val="009A7F6D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58AE"/>
    <w:rsid w:val="009E6367"/>
    <w:rsid w:val="009E7360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67AE"/>
    <w:rsid w:val="00A102BE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4DEB"/>
    <w:rsid w:val="00A264BD"/>
    <w:rsid w:val="00A27313"/>
    <w:rsid w:val="00A27727"/>
    <w:rsid w:val="00A3098A"/>
    <w:rsid w:val="00A309B0"/>
    <w:rsid w:val="00A30B43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111"/>
    <w:rsid w:val="00A52176"/>
    <w:rsid w:val="00A52291"/>
    <w:rsid w:val="00A52B51"/>
    <w:rsid w:val="00A53BAE"/>
    <w:rsid w:val="00A56AC6"/>
    <w:rsid w:val="00A572DB"/>
    <w:rsid w:val="00A62C4F"/>
    <w:rsid w:val="00A62DEC"/>
    <w:rsid w:val="00A63933"/>
    <w:rsid w:val="00A667D0"/>
    <w:rsid w:val="00A6693A"/>
    <w:rsid w:val="00A66DB2"/>
    <w:rsid w:val="00A724FD"/>
    <w:rsid w:val="00A72989"/>
    <w:rsid w:val="00A735FF"/>
    <w:rsid w:val="00A74070"/>
    <w:rsid w:val="00A75B68"/>
    <w:rsid w:val="00A77742"/>
    <w:rsid w:val="00A80026"/>
    <w:rsid w:val="00A8022E"/>
    <w:rsid w:val="00A8159E"/>
    <w:rsid w:val="00A836B6"/>
    <w:rsid w:val="00A844E6"/>
    <w:rsid w:val="00A86849"/>
    <w:rsid w:val="00A86AFE"/>
    <w:rsid w:val="00A9015A"/>
    <w:rsid w:val="00A92173"/>
    <w:rsid w:val="00A93DF7"/>
    <w:rsid w:val="00A9426B"/>
    <w:rsid w:val="00A94848"/>
    <w:rsid w:val="00A95202"/>
    <w:rsid w:val="00A973A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13A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D4183"/>
    <w:rsid w:val="00AD48FA"/>
    <w:rsid w:val="00AD57BD"/>
    <w:rsid w:val="00AD696A"/>
    <w:rsid w:val="00AD6B6B"/>
    <w:rsid w:val="00AE036C"/>
    <w:rsid w:val="00AE135B"/>
    <w:rsid w:val="00AE3AAB"/>
    <w:rsid w:val="00AE4293"/>
    <w:rsid w:val="00AE4B75"/>
    <w:rsid w:val="00AE6F05"/>
    <w:rsid w:val="00AE7828"/>
    <w:rsid w:val="00AF1C61"/>
    <w:rsid w:val="00AF1E1B"/>
    <w:rsid w:val="00AF2B0D"/>
    <w:rsid w:val="00AF409F"/>
    <w:rsid w:val="00AF4CD0"/>
    <w:rsid w:val="00AF4E26"/>
    <w:rsid w:val="00AF563B"/>
    <w:rsid w:val="00AF595C"/>
    <w:rsid w:val="00AF6B9B"/>
    <w:rsid w:val="00AF6DB6"/>
    <w:rsid w:val="00B00EE2"/>
    <w:rsid w:val="00B02A87"/>
    <w:rsid w:val="00B05A14"/>
    <w:rsid w:val="00B05E7E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3733"/>
    <w:rsid w:val="00B267E8"/>
    <w:rsid w:val="00B26BCB"/>
    <w:rsid w:val="00B312E5"/>
    <w:rsid w:val="00B324D1"/>
    <w:rsid w:val="00B32C1A"/>
    <w:rsid w:val="00B3712B"/>
    <w:rsid w:val="00B37AF3"/>
    <w:rsid w:val="00B37CCC"/>
    <w:rsid w:val="00B4008F"/>
    <w:rsid w:val="00B4230D"/>
    <w:rsid w:val="00B4249B"/>
    <w:rsid w:val="00B427BB"/>
    <w:rsid w:val="00B50B0E"/>
    <w:rsid w:val="00B51199"/>
    <w:rsid w:val="00B52116"/>
    <w:rsid w:val="00B5334E"/>
    <w:rsid w:val="00B539B1"/>
    <w:rsid w:val="00B53A12"/>
    <w:rsid w:val="00B55F9C"/>
    <w:rsid w:val="00B56E6A"/>
    <w:rsid w:val="00B6021B"/>
    <w:rsid w:val="00B603D8"/>
    <w:rsid w:val="00B61823"/>
    <w:rsid w:val="00B62FC0"/>
    <w:rsid w:val="00B630A1"/>
    <w:rsid w:val="00B63148"/>
    <w:rsid w:val="00B638A7"/>
    <w:rsid w:val="00B63A01"/>
    <w:rsid w:val="00B65979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FCE"/>
    <w:rsid w:val="00B8724A"/>
    <w:rsid w:val="00B8777F"/>
    <w:rsid w:val="00B9160D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EE0"/>
    <w:rsid w:val="00BA6F04"/>
    <w:rsid w:val="00BB112F"/>
    <w:rsid w:val="00BB1132"/>
    <w:rsid w:val="00BB1229"/>
    <w:rsid w:val="00BB1775"/>
    <w:rsid w:val="00BB4666"/>
    <w:rsid w:val="00BC00D1"/>
    <w:rsid w:val="00BC0C6B"/>
    <w:rsid w:val="00BC2E18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3BE9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F053A"/>
    <w:rsid w:val="00BF05D2"/>
    <w:rsid w:val="00BF0D39"/>
    <w:rsid w:val="00BF113E"/>
    <w:rsid w:val="00BF14FB"/>
    <w:rsid w:val="00BF16C0"/>
    <w:rsid w:val="00BF1C88"/>
    <w:rsid w:val="00BF2C36"/>
    <w:rsid w:val="00BF4490"/>
    <w:rsid w:val="00BF47DF"/>
    <w:rsid w:val="00BF4804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F34"/>
    <w:rsid w:val="00C20071"/>
    <w:rsid w:val="00C2187D"/>
    <w:rsid w:val="00C22C72"/>
    <w:rsid w:val="00C23683"/>
    <w:rsid w:val="00C24759"/>
    <w:rsid w:val="00C251DE"/>
    <w:rsid w:val="00C25B0A"/>
    <w:rsid w:val="00C26F17"/>
    <w:rsid w:val="00C276D3"/>
    <w:rsid w:val="00C300AA"/>
    <w:rsid w:val="00C30F77"/>
    <w:rsid w:val="00C31678"/>
    <w:rsid w:val="00C32310"/>
    <w:rsid w:val="00C33363"/>
    <w:rsid w:val="00C35177"/>
    <w:rsid w:val="00C3519C"/>
    <w:rsid w:val="00C40B62"/>
    <w:rsid w:val="00C40E1A"/>
    <w:rsid w:val="00C41288"/>
    <w:rsid w:val="00C42A07"/>
    <w:rsid w:val="00C43E5B"/>
    <w:rsid w:val="00C454AE"/>
    <w:rsid w:val="00C45609"/>
    <w:rsid w:val="00C471FB"/>
    <w:rsid w:val="00C478B1"/>
    <w:rsid w:val="00C51227"/>
    <w:rsid w:val="00C52099"/>
    <w:rsid w:val="00C521E0"/>
    <w:rsid w:val="00C52574"/>
    <w:rsid w:val="00C52698"/>
    <w:rsid w:val="00C53707"/>
    <w:rsid w:val="00C54495"/>
    <w:rsid w:val="00C550F7"/>
    <w:rsid w:val="00C554AE"/>
    <w:rsid w:val="00C55E91"/>
    <w:rsid w:val="00C56F87"/>
    <w:rsid w:val="00C5722D"/>
    <w:rsid w:val="00C5749F"/>
    <w:rsid w:val="00C617E6"/>
    <w:rsid w:val="00C6437E"/>
    <w:rsid w:val="00C645AB"/>
    <w:rsid w:val="00C66C5C"/>
    <w:rsid w:val="00C679A2"/>
    <w:rsid w:val="00C72229"/>
    <w:rsid w:val="00C72A3F"/>
    <w:rsid w:val="00C72F5A"/>
    <w:rsid w:val="00C74003"/>
    <w:rsid w:val="00C750C1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701F"/>
    <w:rsid w:val="00C97488"/>
    <w:rsid w:val="00C976FC"/>
    <w:rsid w:val="00C97FF1"/>
    <w:rsid w:val="00CA23F6"/>
    <w:rsid w:val="00CA2ACC"/>
    <w:rsid w:val="00CA3388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E1A82"/>
    <w:rsid w:val="00CE4BE5"/>
    <w:rsid w:val="00CE5574"/>
    <w:rsid w:val="00CE596F"/>
    <w:rsid w:val="00CE711F"/>
    <w:rsid w:val="00CE7A7C"/>
    <w:rsid w:val="00CE7E09"/>
    <w:rsid w:val="00CE7EF3"/>
    <w:rsid w:val="00CF1658"/>
    <w:rsid w:val="00CF1E60"/>
    <w:rsid w:val="00CF1F6A"/>
    <w:rsid w:val="00CF3A0B"/>
    <w:rsid w:val="00CF3DD0"/>
    <w:rsid w:val="00CF3E5E"/>
    <w:rsid w:val="00CF62A4"/>
    <w:rsid w:val="00CF793E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527"/>
    <w:rsid w:val="00D0581A"/>
    <w:rsid w:val="00D06ED2"/>
    <w:rsid w:val="00D07CB6"/>
    <w:rsid w:val="00D10464"/>
    <w:rsid w:val="00D1214F"/>
    <w:rsid w:val="00D12B7A"/>
    <w:rsid w:val="00D12D28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F07"/>
    <w:rsid w:val="00D31BF7"/>
    <w:rsid w:val="00D32111"/>
    <w:rsid w:val="00D3326A"/>
    <w:rsid w:val="00D332A7"/>
    <w:rsid w:val="00D372B8"/>
    <w:rsid w:val="00D3788C"/>
    <w:rsid w:val="00D41033"/>
    <w:rsid w:val="00D42CA6"/>
    <w:rsid w:val="00D438E2"/>
    <w:rsid w:val="00D44CF5"/>
    <w:rsid w:val="00D456ED"/>
    <w:rsid w:val="00D4586D"/>
    <w:rsid w:val="00D462A3"/>
    <w:rsid w:val="00D46903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4242"/>
    <w:rsid w:val="00D6635A"/>
    <w:rsid w:val="00D70A0B"/>
    <w:rsid w:val="00D729E4"/>
    <w:rsid w:val="00D74002"/>
    <w:rsid w:val="00D745D7"/>
    <w:rsid w:val="00D749B6"/>
    <w:rsid w:val="00D77E90"/>
    <w:rsid w:val="00D8038A"/>
    <w:rsid w:val="00D81B5D"/>
    <w:rsid w:val="00D81EA1"/>
    <w:rsid w:val="00D82EC0"/>
    <w:rsid w:val="00D83539"/>
    <w:rsid w:val="00D8362F"/>
    <w:rsid w:val="00D83E4D"/>
    <w:rsid w:val="00D84295"/>
    <w:rsid w:val="00D8534A"/>
    <w:rsid w:val="00D85BD4"/>
    <w:rsid w:val="00D85CA8"/>
    <w:rsid w:val="00D861CE"/>
    <w:rsid w:val="00D879D0"/>
    <w:rsid w:val="00D901FF"/>
    <w:rsid w:val="00D9170A"/>
    <w:rsid w:val="00D91894"/>
    <w:rsid w:val="00D9252D"/>
    <w:rsid w:val="00D925D8"/>
    <w:rsid w:val="00D92DAB"/>
    <w:rsid w:val="00D93E39"/>
    <w:rsid w:val="00D9459D"/>
    <w:rsid w:val="00D96F1E"/>
    <w:rsid w:val="00DA0021"/>
    <w:rsid w:val="00DA0BBE"/>
    <w:rsid w:val="00DA3558"/>
    <w:rsid w:val="00DA4390"/>
    <w:rsid w:val="00DA44F8"/>
    <w:rsid w:val="00DA6A3F"/>
    <w:rsid w:val="00DA6F04"/>
    <w:rsid w:val="00DA765D"/>
    <w:rsid w:val="00DB0221"/>
    <w:rsid w:val="00DB02B3"/>
    <w:rsid w:val="00DB0549"/>
    <w:rsid w:val="00DB1CA2"/>
    <w:rsid w:val="00DB1DBB"/>
    <w:rsid w:val="00DB7239"/>
    <w:rsid w:val="00DC0B9D"/>
    <w:rsid w:val="00DC0D0F"/>
    <w:rsid w:val="00DC24A8"/>
    <w:rsid w:val="00DC326F"/>
    <w:rsid w:val="00DC4F31"/>
    <w:rsid w:val="00DC5AC0"/>
    <w:rsid w:val="00DC6BC5"/>
    <w:rsid w:val="00DC6D9D"/>
    <w:rsid w:val="00DC7514"/>
    <w:rsid w:val="00DC7648"/>
    <w:rsid w:val="00DD0A01"/>
    <w:rsid w:val="00DD0EB1"/>
    <w:rsid w:val="00DD2C98"/>
    <w:rsid w:val="00DD693B"/>
    <w:rsid w:val="00DE1550"/>
    <w:rsid w:val="00DE1806"/>
    <w:rsid w:val="00DE1A5F"/>
    <w:rsid w:val="00DE2302"/>
    <w:rsid w:val="00DE25F7"/>
    <w:rsid w:val="00DE39F4"/>
    <w:rsid w:val="00DE3AA1"/>
    <w:rsid w:val="00DE4E49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F99"/>
    <w:rsid w:val="00E52975"/>
    <w:rsid w:val="00E535DD"/>
    <w:rsid w:val="00E55D56"/>
    <w:rsid w:val="00E55E97"/>
    <w:rsid w:val="00E5705F"/>
    <w:rsid w:val="00E57672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CDF"/>
    <w:rsid w:val="00E76F82"/>
    <w:rsid w:val="00E7733B"/>
    <w:rsid w:val="00E824C6"/>
    <w:rsid w:val="00E85180"/>
    <w:rsid w:val="00E86CC3"/>
    <w:rsid w:val="00E8764E"/>
    <w:rsid w:val="00E87810"/>
    <w:rsid w:val="00E87F3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12CF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E13D9"/>
    <w:rsid w:val="00EE20F2"/>
    <w:rsid w:val="00EE57BE"/>
    <w:rsid w:val="00EE57CD"/>
    <w:rsid w:val="00EE5C0E"/>
    <w:rsid w:val="00EE6392"/>
    <w:rsid w:val="00EE7E95"/>
    <w:rsid w:val="00EF1101"/>
    <w:rsid w:val="00EF2BBA"/>
    <w:rsid w:val="00EF32A6"/>
    <w:rsid w:val="00EF379E"/>
    <w:rsid w:val="00EF3BB5"/>
    <w:rsid w:val="00EF441D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E23"/>
    <w:rsid w:val="00F25221"/>
    <w:rsid w:val="00F2661C"/>
    <w:rsid w:val="00F267E2"/>
    <w:rsid w:val="00F26B4B"/>
    <w:rsid w:val="00F2701E"/>
    <w:rsid w:val="00F34915"/>
    <w:rsid w:val="00F3578E"/>
    <w:rsid w:val="00F36C50"/>
    <w:rsid w:val="00F36D92"/>
    <w:rsid w:val="00F36DAA"/>
    <w:rsid w:val="00F40226"/>
    <w:rsid w:val="00F413D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1956"/>
    <w:rsid w:val="00F83513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751E"/>
    <w:rsid w:val="00F9786E"/>
    <w:rsid w:val="00FA14D2"/>
    <w:rsid w:val="00FA16B7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2305"/>
    <w:rsid w:val="00FE2DED"/>
    <w:rsid w:val="00FE31D4"/>
    <w:rsid w:val="00FE5DC9"/>
    <w:rsid w:val="00FE6454"/>
    <w:rsid w:val="00FF0AE1"/>
    <w:rsid w:val="00FF168B"/>
    <w:rsid w:val="00FF22CE"/>
    <w:rsid w:val="00FF38A7"/>
    <w:rsid w:val="00FF3E22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360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validar.iti.gov.br/" TargetMode="External"/><Relationship Id="rId1" Type="http://schemas.openxmlformats.org/officeDocument/2006/relationships/hyperlink" Target="https://validar.iti.gov.br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validar.iti.gov.br/" TargetMode="External"/><Relationship Id="rId1" Type="http://schemas.openxmlformats.org/officeDocument/2006/relationships/hyperlink" Target="https://validar.iti.gov.br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CFA9B-265C-402A-976F-4ED39FE3C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</TotalTime>
  <Pages>1</Pages>
  <Words>324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Felipe Santos de Lima</dc:creator>
  <cp:keywords/>
  <dc:description/>
  <cp:lastModifiedBy>Sec.Dir-Leg</cp:lastModifiedBy>
  <cp:revision>6</cp:revision>
  <cp:lastPrinted>2026-01-30T17:36:00Z</cp:lastPrinted>
  <dcterms:created xsi:type="dcterms:W3CDTF">2026-01-30T17:34:00Z</dcterms:created>
  <dcterms:modified xsi:type="dcterms:W3CDTF">2026-01-30T17:37:00Z</dcterms:modified>
</cp:coreProperties>
</file>